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35B1F" w14:textId="77777777" w:rsidR="000455AC" w:rsidRDefault="000455AC" w:rsidP="000455AC">
      <w:pPr>
        <w:tabs>
          <w:tab w:val="left" w:pos="740"/>
        </w:tabs>
        <w:autoSpaceDE w:val="0"/>
        <w:autoSpaceDN w:val="0"/>
        <w:adjustRightInd w:val="0"/>
        <w:jc w:val="center"/>
        <w:rPr>
          <w:rFonts w:ascii="Soberana" w:hAnsi="Soberana"/>
        </w:rPr>
      </w:pPr>
    </w:p>
    <w:p w14:paraId="45CEAF23" w14:textId="4F12B7D6" w:rsidR="00F04854" w:rsidRPr="000D470A" w:rsidRDefault="001051F9" w:rsidP="000455AC">
      <w:pPr>
        <w:tabs>
          <w:tab w:val="left" w:pos="740"/>
        </w:tabs>
        <w:autoSpaceDE w:val="0"/>
        <w:autoSpaceDN w:val="0"/>
        <w:adjustRightInd w:val="0"/>
        <w:jc w:val="center"/>
        <w:rPr>
          <w:rFonts w:ascii="Soberana" w:hAnsi="Soberana"/>
        </w:rPr>
      </w:pPr>
      <w:r w:rsidRPr="000D470A">
        <w:rPr>
          <w:rFonts w:ascii="Soberana" w:hAnsi="Soberana"/>
        </w:rPr>
        <w:t>INFORME FINAL DE ACTIVIDADES DEL SERVICIO SOCIAL</w:t>
      </w:r>
    </w:p>
    <w:p w14:paraId="2521AA22" w14:textId="77777777" w:rsidR="009B52D9" w:rsidRPr="000D470A" w:rsidRDefault="009B52D9" w:rsidP="001051F9">
      <w:pPr>
        <w:tabs>
          <w:tab w:val="left" w:pos="740"/>
        </w:tabs>
        <w:autoSpaceDE w:val="0"/>
        <w:autoSpaceDN w:val="0"/>
        <w:adjustRightInd w:val="0"/>
        <w:rPr>
          <w:rFonts w:ascii="Soberana" w:hAnsi="Soberana"/>
        </w:rPr>
      </w:pPr>
    </w:p>
    <w:p w14:paraId="17889AB8" w14:textId="30FC9E83" w:rsidR="001051F9" w:rsidRPr="000D470A" w:rsidRDefault="001051F9" w:rsidP="001051F9">
      <w:pPr>
        <w:autoSpaceDE w:val="0"/>
        <w:autoSpaceDN w:val="0"/>
        <w:adjustRightInd w:val="0"/>
        <w:rPr>
          <w:rFonts w:ascii="Soberana" w:hAnsi="Soberana" w:cs="Arial Narrow"/>
        </w:rPr>
      </w:pPr>
      <w:r w:rsidRPr="000D470A">
        <w:rPr>
          <w:rFonts w:ascii="Soberana" w:hAnsi="Soberana"/>
        </w:rPr>
        <w:t>Felipe carrillo puerto, Q. Roo; a</w:t>
      </w:r>
      <w:r w:rsidRPr="000D470A">
        <w:rPr>
          <w:rFonts w:ascii="Soberana" w:hAnsi="Soberana" w:cs="Arial Narrow"/>
        </w:rPr>
        <w:t xml:space="preserve"> </w:t>
      </w:r>
      <w:r w:rsidRPr="000D470A">
        <w:rPr>
          <w:rFonts w:ascii="Soberana" w:hAnsi="Soberana" w:cs="Arial Narrow"/>
          <w:u w:val="single"/>
        </w:rPr>
        <w:t xml:space="preserve">       </w:t>
      </w:r>
      <w:r w:rsidR="00AF427F">
        <w:rPr>
          <w:rFonts w:ascii="Soberana" w:hAnsi="Soberana" w:cs="Arial Narrow"/>
          <w:u w:val="single"/>
        </w:rPr>
        <w:t>15</w:t>
      </w:r>
      <w:r w:rsidR="00320F97">
        <w:rPr>
          <w:rFonts w:ascii="Soberana" w:hAnsi="Soberana" w:cs="Arial Narrow"/>
          <w:u w:val="single"/>
        </w:rPr>
        <w:t xml:space="preserve">  </w:t>
      </w:r>
      <w:r w:rsidRPr="000D470A">
        <w:rPr>
          <w:rFonts w:ascii="Soberana" w:hAnsi="Soberana" w:cs="Arial Narrow"/>
          <w:u w:val="single"/>
        </w:rPr>
        <w:t xml:space="preserve">     </w:t>
      </w:r>
      <w:r w:rsidRPr="000D470A">
        <w:rPr>
          <w:rFonts w:ascii="Soberana" w:hAnsi="Soberana" w:cs="Arial Narrow"/>
        </w:rPr>
        <w:t xml:space="preserve"> de </w:t>
      </w:r>
      <w:r w:rsidRPr="000D470A">
        <w:rPr>
          <w:rFonts w:ascii="Soberana" w:hAnsi="Soberana" w:cs="Arial Narrow"/>
          <w:u w:val="single"/>
        </w:rPr>
        <w:t xml:space="preserve">          </w:t>
      </w:r>
      <w:r w:rsidR="00F82586" w:rsidRPr="000D470A">
        <w:rPr>
          <w:rFonts w:ascii="Soberana" w:hAnsi="Soberana" w:cs="Arial Narrow"/>
          <w:u w:val="single"/>
        </w:rPr>
        <w:t xml:space="preserve">    </w:t>
      </w:r>
      <w:r w:rsidRPr="000D470A">
        <w:rPr>
          <w:rFonts w:ascii="Soberana" w:hAnsi="Soberana" w:cs="Arial Narrow"/>
          <w:u w:val="single"/>
        </w:rPr>
        <w:t xml:space="preserve"> </w:t>
      </w:r>
      <w:r w:rsidR="00D360BE">
        <w:rPr>
          <w:rFonts w:ascii="Soberana" w:hAnsi="Soberana" w:cs="Arial Narrow"/>
          <w:u w:val="single"/>
        </w:rPr>
        <w:t>abril</w:t>
      </w:r>
      <w:r w:rsidR="00F82586" w:rsidRPr="000D470A">
        <w:rPr>
          <w:rFonts w:ascii="Soberana" w:hAnsi="Soberana" w:cs="Arial Narrow"/>
          <w:u w:val="single"/>
        </w:rPr>
        <w:t xml:space="preserve">      </w:t>
      </w:r>
      <w:r w:rsidRPr="000D470A">
        <w:rPr>
          <w:rFonts w:ascii="Soberana" w:hAnsi="Soberana" w:cs="Arial Narrow"/>
          <w:u w:val="single"/>
        </w:rPr>
        <w:t xml:space="preserve">               </w:t>
      </w:r>
      <w:r w:rsidRPr="000D470A">
        <w:rPr>
          <w:rFonts w:ascii="Soberana" w:hAnsi="Soberana" w:cs="Arial Narrow"/>
        </w:rPr>
        <w:t>de ___</w:t>
      </w:r>
      <w:r w:rsidR="005F4644" w:rsidRPr="000D470A">
        <w:rPr>
          <w:rFonts w:ascii="Soberana" w:hAnsi="Soberana" w:cs="Arial Narrow"/>
          <w:u w:val="single"/>
        </w:rPr>
        <w:t>202</w:t>
      </w:r>
      <w:r w:rsidR="00A67595">
        <w:rPr>
          <w:rFonts w:ascii="Soberana" w:hAnsi="Soberana" w:cs="Arial Narrow"/>
          <w:u w:val="single"/>
        </w:rPr>
        <w:t>6</w:t>
      </w:r>
      <w:r w:rsidRPr="000D470A">
        <w:rPr>
          <w:rFonts w:ascii="Soberana" w:hAnsi="Soberana" w:cs="Arial Narrow"/>
        </w:rPr>
        <w:t>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5"/>
        <w:gridCol w:w="7315"/>
      </w:tblGrid>
      <w:tr w:rsidR="00DB09E0" w14:paraId="36C8B1AA" w14:textId="77777777" w:rsidTr="00DB09E0">
        <w:tc>
          <w:tcPr>
            <w:tcW w:w="2235" w:type="dxa"/>
          </w:tcPr>
          <w:p w14:paraId="766215C1" w14:textId="7298CCF1" w:rsidR="00DB09E0" w:rsidRDefault="00DB09E0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  <w:r w:rsidRPr="000D470A">
              <w:rPr>
                <w:rFonts w:ascii="Soberana" w:hAnsi="Soberana"/>
              </w:rPr>
              <w:t>Nombre del prestador</w:t>
            </w:r>
            <w:r>
              <w:rPr>
                <w:rFonts w:ascii="Soberana" w:hAnsi="Soberana"/>
              </w:rPr>
              <w:t>:</w:t>
            </w:r>
          </w:p>
        </w:tc>
        <w:tc>
          <w:tcPr>
            <w:tcW w:w="7445" w:type="dxa"/>
          </w:tcPr>
          <w:p w14:paraId="2BE978B6" w14:textId="77777777" w:rsidR="00DB09E0" w:rsidRDefault="00DB09E0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</w:p>
        </w:tc>
      </w:tr>
    </w:tbl>
    <w:p w14:paraId="6EA43971" w14:textId="64521F40" w:rsidR="001051F9" w:rsidRDefault="001051F9" w:rsidP="001051F9">
      <w:pPr>
        <w:autoSpaceDE w:val="0"/>
        <w:autoSpaceDN w:val="0"/>
        <w:adjustRightInd w:val="0"/>
        <w:rPr>
          <w:rFonts w:ascii="Soberana" w:hAnsi="Soberana" w:cs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83"/>
        <w:gridCol w:w="2631"/>
        <w:gridCol w:w="850"/>
        <w:gridCol w:w="834"/>
        <w:gridCol w:w="1819"/>
        <w:gridCol w:w="2013"/>
      </w:tblGrid>
      <w:tr w:rsidR="00320F97" w14:paraId="5FAFE035" w14:textId="77777777" w:rsidTr="00320F97">
        <w:tc>
          <w:tcPr>
            <w:tcW w:w="1384" w:type="dxa"/>
          </w:tcPr>
          <w:p w14:paraId="5407EDBE" w14:textId="5408D21A" w:rsidR="00320F97" w:rsidRDefault="00320F97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  <w:r w:rsidRPr="000D470A">
              <w:rPr>
                <w:rFonts w:ascii="Soberana" w:hAnsi="Soberana"/>
              </w:rPr>
              <w:t>Especialidad</w:t>
            </w:r>
          </w:p>
        </w:tc>
        <w:tc>
          <w:tcPr>
            <w:tcW w:w="2693" w:type="dxa"/>
          </w:tcPr>
          <w:p w14:paraId="50B2DCD7" w14:textId="77777777" w:rsidR="00320F97" w:rsidRDefault="00320F97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</w:p>
        </w:tc>
        <w:tc>
          <w:tcPr>
            <w:tcW w:w="851" w:type="dxa"/>
          </w:tcPr>
          <w:p w14:paraId="78CF000A" w14:textId="38580061" w:rsidR="00320F97" w:rsidRDefault="00320F97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  <w:r>
              <w:rPr>
                <w:rFonts w:ascii="Soberana" w:hAnsi="Soberana" w:cs="Arial Narrow"/>
              </w:rPr>
              <w:t>Turno:</w:t>
            </w:r>
          </w:p>
        </w:tc>
        <w:tc>
          <w:tcPr>
            <w:tcW w:w="850" w:type="dxa"/>
          </w:tcPr>
          <w:p w14:paraId="4F3883FD" w14:textId="1CE9CEE5" w:rsidR="00320F97" w:rsidRDefault="00320F97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</w:p>
        </w:tc>
        <w:tc>
          <w:tcPr>
            <w:tcW w:w="1843" w:type="dxa"/>
          </w:tcPr>
          <w:p w14:paraId="462C6550" w14:textId="57AE37F6" w:rsidR="00320F97" w:rsidRDefault="00320F97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  <w:r w:rsidRPr="000D470A">
              <w:rPr>
                <w:rFonts w:ascii="Soberana" w:hAnsi="Soberana"/>
              </w:rPr>
              <w:t>Núm. de control</w:t>
            </w:r>
            <w:r>
              <w:rPr>
                <w:rFonts w:ascii="Soberana" w:hAnsi="Soberana"/>
              </w:rPr>
              <w:t>:</w:t>
            </w:r>
          </w:p>
        </w:tc>
        <w:tc>
          <w:tcPr>
            <w:tcW w:w="2059" w:type="dxa"/>
          </w:tcPr>
          <w:p w14:paraId="30379730" w14:textId="4B38B56F" w:rsidR="00320F97" w:rsidRDefault="00320F97" w:rsidP="001051F9">
            <w:pPr>
              <w:autoSpaceDE w:val="0"/>
              <w:autoSpaceDN w:val="0"/>
              <w:adjustRightInd w:val="0"/>
              <w:rPr>
                <w:rFonts w:ascii="Soberana" w:hAnsi="Soberana" w:cs="Arial Narrow"/>
              </w:rPr>
            </w:pPr>
          </w:p>
        </w:tc>
      </w:tr>
    </w:tbl>
    <w:p w14:paraId="3D85D56F" w14:textId="5259CE7A" w:rsidR="00DB09E0" w:rsidRDefault="00DB09E0" w:rsidP="001051F9">
      <w:pPr>
        <w:autoSpaceDE w:val="0"/>
        <w:autoSpaceDN w:val="0"/>
        <w:adjustRightInd w:val="0"/>
        <w:rPr>
          <w:rFonts w:ascii="Soberana" w:hAnsi="Soberana" w:cs="Arial Narrow"/>
        </w:rPr>
      </w:pPr>
    </w:p>
    <w:p w14:paraId="07A783B2" w14:textId="206F330B" w:rsidR="001051F9" w:rsidRPr="000D470A" w:rsidRDefault="001051F9" w:rsidP="001051F9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  <w:u w:val="single"/>
        </w:rPr>
      </w:pPr>
      <w:r w:rsidRPr="000D470A">
        <w:rPr>
          <w:rFonts w:ascii="Soberana" w:hAnsi="Soberana"/>
        </w:rPr>
        <w:t>Período de realización:</w:t>
      </w:r>
      <w:r w:rsidR="000D470A">
        <w:rPr>
          <w:rFonts w:ascii="Soberana" w:hAnsi="Soberana"/>
        </w:rPr>
        <w:t xml:space="preserve">  </w:t>
      </w:r>
      <w:r w:rsidRPr="000D470A">
        <w:rPr>
          <w:rFonts w:ascii="Soberana" w:hAnsi="Soberana"/>
        </w:rPr>
        <w:t xml:space="preserve"> Inicio:</w:t>
      </w:r>
      <w:r w:rsidR="00F11E0F" w:rsidRPr="00733B7A">
        <w:rPr>
          <w:rFonts w:ascii="Soberana" w:hAnsi="Soberana"/>
          <w:u w:val="single"/>
        </w:rPr>
        <w:t xml:space="preserve"> </w:t>
      </w:r>
      <w:r w:rsidR="00733B7A" w:rsidRPr="00733B7A">
        <w:rPr>
          <w:rFonts w:ascii="Soberana" w:hAnsi="Soberana"/>
          <w:u w:val="single"/>
        </w:rPr>
        <w:t xml:space="preserve">  </w:t>
      </w:r>
      <w:r w:rsidR="00F82586" w:rsidRPr="00733B7A">
        <w:rPr>
          <w:rFonts w:ascii="Soberana" w:hAnsi="Soberana"/>
          <w:u w:val="single"/>
        </w:rPr>
        <w:t xml:space="preserve"> </w:t>
      </w:r>
      <w:r w:rsidR="005965AA">
        <w:rPr>
          <w:rFonts w:ascii="Soberana" w:hAnsi="Soberana"/>
          <w:u w:val="single"/>
        </w:rPr>
        <w:t>15</w:t>
      </w:r>
      <w:r w:rsidR="000D470A" w:rsidRPr="00733B7A">
        <w:rPr>
          <w:rFonts w:ascii="Soberana" w:hAnsi="Soberana"/>
          <w:u w:val="single"/>
        </w:rPr>
        <w:t xml:space="preserve">  </w:t>
      </w:r>
      <w:r w:rsidR="00F82586" w:rsidRPr="000D470A">
        <w:rPr>
          <w:rFonts w:ascii="Soberana" w:hAnsi="Soberana"/>
          <w:u w:val="single"/>
        </w:rPr>
        <w:t>de</w:t>
      </w:r>
      <w:r w:rsidR="005F4644" w:rsidRPr="000D470A">
        <w:rPr>
          <w:rFonts w:ascii="Soberana" w:hAnsi="Soberana" w:cs="Arial Narrow"/>
          <w:u w:val="single"/>
        </w:rPr>
        <w:t xml:space="preserve"> </w:t>
      </w:r>
      <w:r w:rsidR="00D360BE">
        <w:rPr>
          <w:rFonts w:ascii="Soberana" w:hAnsi="Soberana" w:cs="Arial Narrow"/>
          <w:u w:val="single"/>
        </w:rPr>
        <w:t>octubre</w:t>
      </w:r>
      <w:r w:rsidR="005F4644" w:rsidRPr="000D470A">
        <w:rPr>
          <w:rFonts w:ascii="Soberana" w:hAnsi="Soberana" w:cs="Arial Narrow"/>
          <w:u w:val="single"/>
        </w:rPr>
        <w:t xml:space="preserve"> </w:t>
      </w:r>
      <w:r w:rsidR="000D470A">
        <w:rPr>
          <w:rFonts w:ascii="Soberana" w:hAnsi="Soberana" w:cs="Arial Narrow"/>
          <w:u w:val="single"/>
        </w:rPr>
        <w:t xml:space="preserve"> </w:t>
      </w:r>
      <w:r w:rsidR="005F4644" w:rsidRPr="000D470A">
        <w:rPr>
          <w:rFonts w:ascii="Soberana" w:hAnsi="Soberana"/>
          <w:u w:val="single"/>
        </w:rPr>
        <w:t xml:space="preserve">de </w:t>
      </w:r>
      <w:r w:rsidR="000D470A">
        <w:rPr>
          <w:rFonts w:ascii="Soberana" w:hAnsi="Soberana"/>
          <w:u w:val="single"/>
        </w:rPr>
        <w:t xml:space="preserve"> </w:t>
      </w:r>
      <w:r w:rsidR="005F4644" w:rsidRPr="000D470A">
        <w:rPr>
          <w:rFonts w:ascii="Soberana" w:hAnsi="Soberana"/>
          <w:u w:val="single"/>
        </w:rPr>
        <w:t>202</w:t>
      </w:r>
      <w:r w:rsidR="00EE32C0">
        <w:rPr>
          <w:rFonts w:ascii="Soberana" w:hAnsi="Soberana"/>
          <w:u w:val="single"/>
        </w:rPr>
        <w:t>5</w:t>
      </w:r>
      <w:r w:rsidRPr="000D470A">
        <w:rPr>
          <w:rFonts w:ascii="Soberana" w:hAnsi="Soberana" w:cs="Arial Narrow"/>
          <w:u w:val="single"/>
        </w:rPr>
        <w:t xml:space="preserve">  </w:t>
      </w:r>
      <w:r w:rsidR="000D470A">
        <w:rPr>
          <w:rFonts w:ascii="Soberana" w:hAnsi="Soberana" w:cs="Arial Narrow"/>
          <w:u w:val="single"/>
        </w:rPr>
        <w:t xml:space="preserve">      </w:t>
      </w:r>
      <w:r w:rsidRPr="000D470A">
        <w:rPr>
          <w:rFonts w:ascii="Soberana" w:hAnsi="Soberana"/>
        </w:rPr>
        <w:t>Término</w:t>
      </w:r>
      <w:r w:rsidR="00765F05" w:rsidRPr="000D470A">
        <w:rPr>
          <w:rFonts w:ascii="Soberana" w:hAnsi="Soberana" w:cs="Arial Narrow"/>
          <w:u w:val="single"/>
        </w:rPr>
        <w:t xml:space="preserve"> </w:t>
      </w:r>
      <w:r w:rsidRPr="000D470A">
        <w:rPr>
          <w:rFonts w:ascii="Soberana" w:hAnsi="Soberana" w:cs="Arial Narrow"/>
          <w:u w:val="single"/>
        </w:rPr>
        <w:t xml:space="preserve"> </w:t>
      </w:r>
      <w:r w:rsidR="00733B7A">
        <w:rPr>
          <w:rFonts w:ascii="Soberana" w:hAnsi="Soberana" w:cs="Arial Narrow"/>
          <w:u w:val="single"/>
        </w:rPr>
        <w:t xml:space="preserve"> </w:t>
      </w:r>
      <w:r w:rsidR="00D360BE">
        <w:rPr>
          <w:rFonts w:ascii="Soberana" w:hAnsi="Soberana" w:cs="Arial Narrow"/>
          <w:u w:val="single"/>
        </w:rPr>
        <w:t xml:space="preserve">  </w:t>
      </w:r>
      <w:r w:rsidR="005965AA">
        <w:rPr>
          <w:rFonts w:ascii="Soberana" w:hAnsi="Soberana" w:cs="Arial Narrow"/>
          <w:u w:val="single"/>
        </w:rPr>
        <w:t>1</w:t>
      </w:r>
      <w:r w:rsidR="00A67595">
        <w:rPr>
          <w:rFonts w:ascii="Soberana" w:hAnsi="Soberana" w:cs="Arial Narrow"/>
          <w:u w:val="single"/>
        </w:rPr>
        <w:t>6</w:t>
      </w:r>
      <w:bookmarkStart w:id="0" w:name="_GoBack"/>
      <w:bookmarkEnd w:id="0"/>
      <w:r w:rsidR="00F82586" w:rsidRPr="000D470A">
        <w:rPr>
          <w:rFonts w:ascii="Soberana" w:hAnsi="Soberana" w:cs="Arial Narrow"/>
          <w:u w:val="single"/>
        </w:rPr>
        <w:t xml:space="preserve">  de</w:t>
      </w:r>
      <w:r w:rsidRPr="000D470A">
        <w:rPr>
          <w:rFonts w:ascii="Soberana" w:hAnsi="Soberana" w:cs="Arial Narrow"/>
          <w:u w:val="single"/>
        </w:rPr>
        <w:t xml:space="preserve"> </w:t>
      </w:r>
      <w:r w:rsidR="005F4644" w:rsidRPr="000D470A">
        <w:rPr>
          <w:rFonts w:ascii="Soberana" w:hAnsi="Soberana" w:cs="Arial Narrow"/>
          <w:u w:val="single"/>
        </w:rPr>
        <w:t xml:space="preserve"> </w:t>
      </w:r>
      <w:r w:rsidR="000D470A">
        <w:rPr>
          <w:rFonts w:ascii="Soberana" w:hAnsi="Soberana" w:cs="Arial Narrow"/>
          <w:u w:val="single"/>
        </w:rPr>
        <w:t xml:space="preserve"> </w:t>
      </w:r>
      <w:r w:rsidR="00D360BE">
        <w:rPr>
          <w:rFonts w:ascii="Soberana" w:hAnsi="Soberana" w:cs="Arial Narrow"/>
          <w:u w:val="single"/>
        </w:rPr>
        <w:t xml:space="preserve">abril  </w:t>
      </w:r>
      <w:r w:rsidR="00F82586" w:rsidRPr="000D470A">
        <w:rPr>
          <w:rFonts w:ascii="Soberana" w:hAnsi="Soberana" w:cs="Arial Narrow"/>
          <w:u w:val="single"/>
        </w:rPr>
        <w:t xml:space="preserve"> de     </w:t>
      </w:r>
      <w:r w:rsidR="005F4644" w:rsidRPr="000D470A">
        <w:rPr>
          <w:rFonts w:ascii="Soberana" w:hAnsi="Soberana" w:cs="Arial Narrow"/>
          <w:u w:val="single"/>
        </w:rPr>
        <w:t>202</w:t>
      </w:r>
      <w:r w:rsidR="00EE32C0">
        <w:rPr>
          <w:rFonts w:ascii="Soberana" w:hAnsi="Soberana" w:cs="Arial Narrow"/>
          <w:u w:val="single"/>
        </w:rPr>
        <w:t>6</w:t>
      </w:r>
      <w:r w:rsidR="00F11E0F" w:rsidRPr="000D470A">
        <w:rPr>
          <w:rFonts w:ascii="Soberana" w:hAnsi="Soberana"/>
        </w:rPr>
        <w:t xml:space="preserve">  </w:t>
      </w:r>
    </w:p>
    <w:p w14:paraId="4073F81D" w14:textId="5D9B8BD3" w:rsidR="001051F9" w:rsidRDefault="001051F9" w:rsidP="002C7897">
      <w:pPr>
        <w:autoSpaceDE w:val="0"/>
        <w:autoSpaceDN w:val="0"/>
        <w:adjustRightInd w:val="0"/>
        <w:spacing w:after="0" w:line="360" w:lineRule="auto"/>
        <w:rPr>
          <w:rFonts w:ascii="Soberana" w:hAnsi="Soberana" w:cs="Arial Narrow"/>
        </w:rPr>
      </w:pPr>
    </w:p>
    <w:p w14:paraId="3C025012" w14:textId="77777777" w:rsidR="001051F9" w:rsidRPr="000D470A" w:rsidRDefault="001051F9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 w:cs="Arial Narrow"/>
        </w:rPr>
      </w:pPr>
      <w:r w:rsidRPr="000D470A">
        <w:rPr>
          <w:rFonts w:ascii="Soberana" w:hAnsi="Soberana"/>
        </w:rPr>
        <w:t>Horario de</w:t>
      </w:r>
      <w:r w:rsidRPr="000D470A">
        <w:rPr>
          <w:rFonts w:ascii="Soberana" w:hAnsi="Soberana" w:cs="Arial Narrow"/>
        </w:rPr>
        <w:t xml:space="preserve"> </w:t>
      </w:r>
      <w:r w:rsidR="00F11E0F" w:rsidRPr="000D470A">
        <w:rPr>
          <w:rFonts w:ascii="Soberana" w:hAnsi="Soberana" w:cs="Arial Narrow"/>
          <w:u w:val="single"/>
        </w:rPr>
        <w:t xml:space="preserve">   </w:t>
      </w:r>
      <w:r w:rsidRPr="000D470A">
        <w:rPr>
          <w:rFonts w:ascii="Soberana" w:hAnsi="Soberana" w:cs="Arial Narrow"/>
          <w:u w:val="single"/>
        </w:rPr>
        <w:t xml:space="preserve">              </w:t>
      </w:r>
      <w:r w:rsidR="00F11E0F" w:rsidRPr="000D470A">
        <w:rPr>
          <w:rFonts w:ascii="Soberana" w:hAnsi="Soberana"/>
        </w:rPr>
        <w:t>a</w:t>
      </w:r>
      <w:r w:rsidR="00F11E0F" w:rsidRPr="000D470A">
        <w:rPr>
          <w:rFonts w:ascii="Soberana" w:hAnsi="Soberana" w:cs="Arial Narrow"/>
          <w:u w:val="single"/>
        </w:rPr>
        <w:t xml:space="preserve">       </w:t>
      </w:r>
      <w:r w:rsidRPr="000D470A">
        <w:rPr>
          <w:rFonts w:ascii="Soberana" w:hAnsi="Soberana" w:cs="Arial Narrow"/>
          <w:u w:val="single"/>
        </w:rPr>
        <w:t xml:space="preserve">           </w:t>
      </w:r>
      <w:r w:rsidRPr="000D470A">
        <w:rPr>
          <w:rFonts w:ascii="Soberana" w:hAnsi="Soberana" w:cs="Arial Narrow"/>
        </w:rPr>
        <w:t xml:space="preserve"> </w:t>
      </w:r>
      <w:r w:rsidRPr="000D470A">
        <w:rPr>
          <w:rFonts w:ascii="Soberana" w:hAnsi="Soberana"/>
        </w:rPr>
        <w:t>cubriendo</w:t>
      </w:r>
      <w:r w:rsidRPr="000D470A">
        <w:rPr>
          <w:rFonts w:ascii="Soberana" w:hAnsi="Soberana" w:cs="Arial Narrow"/>
        </w:rPr>
        <w:t xml:space="preserve"> </w:t>
      </w:r>
      <w:r w:rsidRPr="000D470A">
        <w:rPr>
          <w:rFonts w:ascii="Soberana" w:hAnsi="Soberana" w:cs="Arial Narrow"/>
          <w:u w:val="single"/>
        </w:rPr>
        <w:t xml:space="preserve">               </w:t>
      </w:r>
      <w:r w:rsidR="003A6CB2" w:rsidRPr="000D470A">
        <w:rPr>
          <w:rFonts w:ascii="Soberana" w:hAnsi="Soberana" w:cs="Arial Narrow"/>
          <w:u w:val="single"/>
        </w:rPr>
        <w:t>5</w:t>
      </w:r>
      <w:r w:rsidRPr="000D470A">
        <w:rPr>
          <w:rFonts w:ascii="Soberana" w:hAnsi="Soberana" w:cs="Arial Narrow"/>
          <w:u w:val="single"/>
        </w:rPr>
        <w:t xml:space="preserve">                 </w:t>
      </w:r>
      <w:r w:rsidRPr="000D470A">
        <w:rPr>
          <w:rFonts w:ascii="Soberana" w:hAnsi="Soberana"/>
        </w:rPr>
        <w:t>días a la semana.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33"/>
        <w:gridCol w:w="8397"/>
      </w:tblGrid>
      <w:tr w:rsidR="002C7897" w14:paraId="7F31B39A" w14:textId="77777777" w:rsidTr="002C7897">
        <w:tc>
          <w:tcPr>
            <w:tcW w:w="1132" w:type="dxa"/>
          </w:tcPr>
          <w:p w14:paraId="2E4743FF" w14:textId="6723D911" w:rsidR="002C7897" w:rsidRDefault="002C7897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  <w:r>
              <w:rPr>
                <w:rFonts w:ascii="Soberana" w:hAnsi="Soberana"/>
              </w:rPr>
              <w:t>Programa:</w:t>
            </w:r>
          </w:p>
        </w:tc>
        <w:tc>
          <w:tcPr>
            <w:tcW w:w="8548" w:type="dxa"/>
          </w:tcPr>
          <w:p w14:paraId="7F085F01" w14:textId="77777777" w:rsidR="002C7897" w:rsidRDefault="002C7897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</w:p>
        </w:tc>
      </w:tr>
    </w:tbl>
    <w:p w14:paraId="42345C16" w14:textId="6DBD852A" w:rsidR="002C7897" w:rsidRDefault="002C7897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"/>
        <w:gridCol w:w="8288"/>
      </w:tblGrid>
      <w:tr w:rsidR="002C7897" w14:paraId="4FD92A0E" w14:textId="77777777" w:rsidTr="002C7897">
        <w:tc>
          <w:tcPr>
            <w:tcW w:w="1242" w:type="dxa"/>
          </w:tcPr>
          <w:p w14:paraId="1395FCAC" w14:textId="75B63ADE" w:rsidR="002C7897" w:rsidRDefault="002C7897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  <w:r>
              <w:rPr>
                <w:rFonts w:ascii="Soberana" w:hAnsi="Soberana"/>
              </w:rPr>
              <w:t>Institución:</w:t>
            </w:r>
          </w:p>
        </w:tc>
        <w:tc>
          <w:tcPr>
            <w:tcW w:w="8438" w:type="dxa"/>
          </w:tcPr>
          <w:p w14:paraId="7C0B12B2" w14:textId="77777777" w:rsidR="002C7897" w:rsidRDefault="002C7897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</w:p>
        </w:tc>
      </w:tr>
    </w:tbl>
    <w:p w14:paraId="1AAA9FE9" w14:textId="1EC566AB" w:rsidR="002C7897" w:rsidRDefault="002C7897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1"/>
        <w:gridCol w:w="8289"/>
      </w:tblGrid>
      <w:tr w:rsidR="002C7897" w14:paraId="728DAF1D" w14:textId="77777777" w:rsidTr="002C7897">
        <w:tc>
          <w:tcPr>
            <w:tcW w:w="1242" w:type="dxa"/>
          </w:tcPr>
          <w:p w14:paraId="3C16ACAC" w14:textId="7A46B7A5" w:rsidR="002C7897" w:rsidRDefault="002C7897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  <w:r>
              <w:rPr>
                <w:rFonts w:ascii="Soberana" w:hAnsi="Soberana"/>
              </w:rPr>
              <w:t>Ubicación:</w:t>
            </w:r>
          </w:p>
        </w:tc>
        <w:tc>
          <w:tcPr>
            <w:tcW w:w="8438" w:type="dxa"/>
          </w:tcPr>
          <w:p w14:paraId="4CEB1B93" w14:textId="77777777" w:rsidR="002C7897" w:rsidRDefault="002C7897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</w:p>
        </w:tc>
      </w:tr>
    </w:tbl>
    <w:p w14:paraId="16006A5E" w14:textId="77777777" w:rsidR="002C7897" w:rsidRDefault="002C7897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</w:rPr>
      </w:pPr>
    </w:p>
    <w:p w14:paraId="7EF93FE6" w14:textId="3B1559C9" w:rsidR="00FF6E50" w:rsidRDefault="00FF6E50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65"/>
        <w:gridCol w:w="6065"/>
      </w:tblGrid>
      <w:tr w:rsidR="00FF6E50" w14:paraId="47AE6826" w14:textId="77777777" w:rsidTr="00FF6E50">
        <w:tc>
          <w:tcPr>
            <w:tcW w:w="3510" w:type="dxa"/>
          </w:tcPr>
          <w:p w14:paraId="3DD53ED1" w14:textId="7DC4B876" w:rsidR="00FF6E50" w:rsidRDefault="00FF6E50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  <w:r>
              <w:rPr>
                <w:rFonts w:ascii="Soberana" w:hAnsi="Soberana"/>
              </w:rPr>
              <w:t>Nombre del asesor de servicio social:</w:t>
            </w:r>
          </w:p>
        </w:tc>
        <w:tc>
          <w:tcPr>
            <w:tcW w:w="6170" w:type="dxa"/>
          </w:tcPr>
          <w:p w14:paraId="38D7BE5B" w14:textId="77777777" w:rsidR="00FF6E50" w:rsidRDefault="00FF6E50" w:rsidP="001051F9">
            <w:pPr>
              <w:autoSpaceDE w:val="0"/>
              <w:autoSpaceDN w:val="0"/>
              <w:adjustRightInd w:val="0"/>
              <w:spacing w:line="360" w:lineRule="auto"/>
              <w:rPr>
                <w:rFonts w:ascii="Soberana" w:hAnsi="Soberana"/>
              </w:rPr>
            </w:pPr>
          </w:p>
        </w:tc>
      </w:tr>
    </w:tbl>
    <w:p w14:paraId="3D2237FB" w14:textId="77777777" w:rsidR="00FF6E50" w:rsidRDefault="00FF6E50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</w:rPr>
      </w:pPr>
    </w:p>
    <w:p w14:paraId="05B52CC6" w14:textId="77777777" w:rsidR="001051F9" w:rsidRPr="000D470A" w:rsidRDefault="001051F9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  <w:b/>
          <w:u w:val="single"/>
        </w:rPr>
      </w:pPr>
      <w:r w:rsidRPr="000D470A">
        <w:rPr>
          <w:rFonts w:ascii="Soberana" w:hAnsi="Soberana"/>
          <w:b/>
          <w:u w:val="single"/>
        </w:rPr>
        <w:t>El informe de</w:t>
      </w:r>
      <w:r w:rsidR="005F4644" w:rsidRPr="000D470A">
        <w:rPr>
          <w:rFonts w:ascii="Soberana" w:hAnsi="Soberana"/>
          <w:b/>
          <w:u w:val="single"/>
        </w:rPr>
        <w:t>be</w:t>
      </w:r>
      <w:r w:rsidRPr="000D470A">
        <w:rPr>
          <w:rFonts w:ascii="Soberana" w:hAnsi="Soberana"/>
          <w:b/>
          <w:u w:val="single"/>
        </w:rPr>
        <w:t xml:space="preserve"> contener </w:t>
      </w:r>
    </w:p>
    <w:p w14:paraId="12835783" w14:textId="77777777" w:rsidR="001051F9" w:rsidRPr="000D470A" w:rsidRDefault="001051F9" w:rsidP="009B52D9">
      <w:pPr>
        <w:autoSpaceDE w:val="0"/>
        <w:autoSpaceDN w:val="0"/>
        <w:adjustRightInd w:val="0"/>
        <w:spacing w:after="0" w:line="240" w:lineRule="auto"/>
        <w:rPr>
          <w:rFonts w:ascii="Soberana" w:hAnsi="Soberana"/>
        </w:rPr>
      </w:pPr>
      <w:r w:rsidRPr="000D470A">
        <w:rPr>
          <w:rFonts w:ascii="Soberana" w:hAnsi="Soberana"/>
        </w:rPr>
        <w:t>Introducción</w:t>
      </w:r>
    </w:p>
    <w:p w14:paraId="53C0FD2D" w14:textId="77777777" w:rsidR="001051F9" w:rsidRPr="000D470A" w:rsidRDefault="001051F9" w:rsidP="009B52D9">
      <w:pPr>
        <w:autoSpaceDE w:val="0"/>
        <w:autoSpaceDN w:val="0"/>
        <w:adjustRightInd w:val="0"/>
        <w:spacing w:after="0" w:line="240" w:lineRule="auto"/>
        <w:rPr>
          <w:rFonts w:ascii="Soberana" w:hAnsi="Soberana"/>
        </w:rPr>
      </w:pPr>
      <w:r w:rsidRPr="000D470A">
        <w:rPr>
          <w:rFonts w:ascii="Soberana" w:hAnsi="Soberana"/>
        </w:rPr>
        <w:t>Desarrollo de actividades</w:t>
      </w:r>
    </w:p>
    <w:p w14:paraId="2DBD9738" w14:textId="77777777" w:rsidR="001051F9" w:rsidRPr="000D470A" w:rsidRDefault="001051F9" w:rsidP="009B52D9">
      <w:pPr>
        <w:autoSpaceDE w:val="0"/>
        <w:autoSpaceDN w:val="0"/>
        <w:adjustRightInd w:val="0"/>
        <w:spacing w:after="0" w:line="240" w:lineRule="auto"/>
        <w:rPr>
          <w:rFonts w:ascii="Soberana" w:hAnsi="Soberana"/>
        </w:rPr>
      </w:pPr>
      <w:r w:rsidRPr="000D470A">
        <w:rPr>
          <w:rFonts w:ascii="Soberana" w:hAnsi="Soberana"/>
        </w:rPr>
        <w:t xml:space="preserve">Resultados </w:t>
      </w:r>
    </w:p>
    <w:p w14:paraId="5D5EFA16" w14:textId="77777777" w:rsidR="001051F9" w:rsidRPr="000D470A" w:rsidRDefault="001051F9" w:rsidP="009B52D9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</w:rPr>
      </w:pPr>
      <w:r w:rsidRPr="000D470A">
        <w:rPr>
          <w:rFonts w:ascii="Soberana" w:hAnsi="Soberana"/>
        </w:rPr>
        <w:t>Conclusión</w:t>
      </w:r>
    </w:p>
    <w:p w14:paraId="1FAD076B" w14:textId="77777777" w:rsidR="00F11E0F" w:rsidRPr="000D470A" w:rsidRDefault="00F11E0F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  <w:b/>
        </w:rPr>
      </w:pPr>
    </w:p>
    <w:p w14:paraId="4C025D27" w14:textId="77777777" w:rsidR="00F11E0F" w:rsidRPr="000D470A" w:rsidRDefault="00F11E0F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  <w:b/>
        </w:rPr>
      </w:pPr>
    </w:p>
    <w:p w14:paraId="11BC6D60" w14:textId="77777777" w:rsidR="001051F9" w:rsidRPr="000D470A" w:rsidRDefault="001051F9" w:rsidP="001051F9">
      <w:pPr>
        <w:autoSpaceDE w:val="0"/>
        <w:autoSpaceDN w:val="0"/>
        <w:adjustRightInd w:val="0"/>
        <w:spacing w:after="0" w:line="360" w:lineRule="auto"/>
        <w:rPr>
          <w:rFonts w:ascii="Soberana" w:hAnsi="Soberana"/>
          <w:b/>
          <w:u w:val="single"/>
        </w:rPr>
      </w:pPr>
      <w:r w:rsidRPr="000D470A">
        <w:rPr>
          <w:rFonts w:ascii="Soberana" w:hAnsi="Soberana"/>
          <w:b/>
        </w:rPr>
        <w:t>Nota</w:t>
      </w:r>
      <w:r w:rsidRPr="000D470A">
        <w:rPr>
          <w:rFonts w:ascii="Soberana" w:hAnsi="Soberana"/>
          <w:b/>
          <w:u w:val="single"/>
        </w:rPr>
        <w:t>: se anexa el informe a este formato mínimo 4 hojas</w:t>
      </w:r>
    </w:p>
    <w:p w14:paraId="04BCA4F1" w14:textId="77777777" w:rsidR="001051F9" w:rsidRPr="000D470A" w:rsidRDefault="001051F9" w:rsidP="001051F9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</w:rPr>
      </w:pPr>
    </w:p>
    <w:p w14:paraId="54105358" w14:textId="77777777" w:rsidR="00F11E0F" w:rsidRDefault="000D470A" w:rsidP="001051F9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</w:rPr>
      </w:pPr>
      <w:r>
        <w:rPr>
          <w:rFonts w:ascii="Soberana" w:hAnsi="Soberana" w:cs="Arial Narrow"/>
        </w:rPr>
        <w:t xml:space="preserve"> </w:t>
      </w:r>
    </w:p>
    <w:p w14:paraId="115A2DBD" w14:textId="77777777" w:rsidR="000D470A" w:rsidRPr="000D470A" w:rsidRDefault="000D470A" w:rsidP="001051F9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</w:rPr>
      </w:pPr>
    </w:p>
    <w:p w14:paraId="4B996C2C" w14:textId="77777777" w:rsidR="001051F9" w:rsidRPr="000D470A" w:rsidRDefault="001051F9" w:rsidP="001051F9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</w:rPr>
      </w:pPr>
    </w:p>
    <w:p w14:paraId="57D7BCE2" w14:textId="77777777" w:rsidR="00F11E0F" w:rsidRPr="000D470A" w:rsidRDefault="00F11E0F" w:rsidP="00F11E0F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</w:rPr>
      </w:pPr>
      <w:r w:rsidRPr="000D470A">
        <w:rPr>
          <w:rFonts w:ascii="Soberana" w:hAnsi="Soberana" w:cs="Arial Narrow"/>
        </w:rPr>
        <w:t xml:space="preserve"> </w:t>
      </w:r>
      <w:r w:rsidR="001051F9" w:rsidRPr="000D470A">
        <w:rPr>
          <w:rFonts w:ascii="Soberana" w:hAnsi="Soberana" w:cs="Arial Narrow"/>
        </w:rPr>
        <w:t>____________</w:t>
      </w:r>
      <w:r w:rsidRPr="000D470A">
        <w:rPr>
          <w:rFonts w:ascii="Soberana" w:hAnsi="Soberana" w:cs="Arial Narrow"/>
        </w:rPr>
        <w:t>___</w:t>
      </w:r>
      <w:r w:rsidR="001051F9" w:rsidRPr="000D470A">
        <w:rPr>
          <w:rFonts w:ascii="Soberana" w:hAnsi="Soberana" w:cs="Arial Narrow"/>
        </w:rPr>
        <w:t xml:space="preserve">______                                                              </w:t>
      </w:r>
      <w:r w:rsidRPr="000D470A">
        <w:rPr>
          <w:rFonts w:ascii="Soberana" w:hAnsi="Soberana" w:cs="Arial Narrow"/>
        </w:rPr>
        <w:t xml:space="preserve">  ____________________</w:t>
      </w:r>
    </w:p>
    <w:p w14:paraId="0A760F55" w14:textId="44ED2D84" w:rsidR="001051F9" w:rsidRPr="000D470A" w:rsidRDefault="001051F9" w:rsidP="00F11E0F">
      <w:pPr>
        <w:autoSpaceDE w:val="0"/>
        <w:autoSpaceDN w:val="0"/>
        <w:adjustRightInd w:val="0"/>
        <w:spacing w:after="0" w:line="240" w:lineRule="auto"/>
        <w:rPr>
          <w:rFonts w:ascii="Soberana" w:hAnsi="Soberana" w:cs="Arial Narrow"/>
        </w:rPr>
      </w:pPr>
      <w:r w:rsidRPr="000D470A">
        <w:rPr>
          <w:rFonts w:ascii="Soberana" w:hAnsi="Soberana"/>
        </w:rPr>
        <w:t xml:space="preserve">Firma del prestador                </w:t>
      </w:r>
      <w:r w:rsidR="00F11E0F" w:rsidRPr="000D470A">
        <w:rPr>
          <w:rFonts w:ascii="Soberana" w:hAnsi="Soberana"/>
        </w:rPr>
        <w:t xml:space="preserve">   </w:t>
      </w:r>
      <w:r w:rsidR="000D470A">
        <w:rPr>
          <w:rFonts w:ascii="Soberana" w:hAnsi="Soberana"/>
        </w:rPr>
        <w:t xml:space="preserve">                                                                </w:t>
      </w:r>
      <w:r w:rsidR="00F11E0F" w:rsidRPr="000D470A">
        <w:rPr>
          <w:rFonts w:ascii="Soberana" w:hAnsi="Soberana"/>
        </w:rPr>
        <w:t xml:space="preserve">  Firma del asesor</w:t>
      </w:r>
      <w:r w:rsidR="00DE51CA" w:rsidRPr="000D470A">
        <w:rPr>
          <w:rFonts w:ascii="Soberana" w:hAnsi="Soberana"/>
        </w:rPr>
        <w:t xml:space="preserve">    </w:t>
      </w:r>
      <w:r w:rsidRPr="000D470A">
        <w:rPr>
          <w:rFonts w:ascii="Soberana" w:hAnsi="Soberana"/>
        </w:rPr>
        <w:t xml:space="preserve"> </w:t>
      </w:r>
    </w:p>
    <w:p w14:paraId="6E36F290" w14:textId="11925EC1" w:rsidR="001051F9" w:rsidRPr="000D470A" w:rsidRDefault="001051F9" w:rsidP="001051F9">
      <w:pPr>
        <w:autoSpaceDE w:val="0"/>
        <w:autoSpaceDN w:val="0"/>
        <w:adjustRightInd w:val="0"/>
        <w:rPr>
          <w:rFonts w:ascii="Soberana" w:hAnsi="Soberana" w:cs="Arial Narrow"/>
        </w:rPr>
      </w:pPr>
    </w:p>
    <w:p w14:paraId="3E823634" w14:textId="59F7EF67" w:rsidR="00733B7A" w:rsidRDefault="00733B7A">
      <w:pPr>
        <w:rPr>
          <w:rFonts w:ascii="Soberana" w:hAnsi="Soberana"/>
        </w:rPr>
      </w:pPr>
      <w:r>
        <w:rPr>
          <w:rFonts w:ascii="Soberana" w:hAnsi="Soberana"/>
        </w:rPr>
        <w:br w:type="page"/>
      </w:r>
    </w:p>
    <w:p w14:paraId="44827AD0" w14:textId="59F7EF67" w:rsidR="000D470A" w:rsidRDefault="001107DD" w:rsidP="001051F9">
      <w:pPr>
        <w:tabs>
          <w:tab w:val="left" w:pos="740"/>
        </w:tabs>
        <w:autoSpaceDE w:val="0"/>
        <w:autoSpaceDN w:val="0"/>
        <w:adjustRightInd w:val="0"/>
        <w:rPr>
          <w:rFonts w:ascii="Soberana" w:hAnsi="Soberana"/>
          <w:sz w:val="28"/>
          <w:szCs w:val="28"/>
        </w:rPr>
      </w:pPr>
      <w:r>
        <w:rPr>
          <w:rFonts w:ascii="Soberana" w:hAnsi="Soberana"/>
        </w:rPr>
        <w:lastRenderedPageBreak/>
        <w:t xml:space="preserve">                                                                   </w:t>
      </w:r>
      <w:r w:rsidR="000D470A" w:rsidRPr="001107DD">
        <w:rPr>
          <w:rFonts w:ascii="Soberana" w:hAnsi="Soberana"/>
          <w:sz w:val="28"/>
          <w:szCs w:val="28"/>
        </w:rPr>
        <w:t xml:space="preserve">Instrucciones </w:t>
      </w:r>
    </w:p>
    <w:p w14:paraId="5CAE554D" w14:textId="77777777" w:rsidR="001107DD" w:rsidRPr="001107DD" w:rsidRDefault="001107DD" w:rsidP="001051F9">
      <w:pPr>
        <w:tabs>
          <w:tab w:val="left" w:pos="740"/>
        </w:tabs>
        <w:autoSpaceDE w:val="0"/>
        <w:autoSpaceDN w:val="0"/>
        <w:adjustRightInd w:val="0"/>
        <w:rPr>
          <w:rFonts w:ascii="Soberana" w:hAnsi="Soberana"/>
          <w:sz w:val="28"/>
          <w:szCs w:val="28"/>
        </w:rPr>
      </w:pPr>
    </w:p>
    <w:p w14:paraId="270B5FB6" w14:textId="77777777" w:rsidR="000D470A" w:rsidRDefault="000D470A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</w:rPr>
      </w:pPr>
      <w:r>
        <w:rPr>
          <w:rFonts w:ascii="Soberana" w:hAnsi="Soberana"/>
        </w:rPr>
        <w:t>El infor</w:t>
      </w:r>
      <w:r w:rsidR="002A34A7">
        <w:rPr>
          <w:rFonts w:ascii="Soberana" w:hAnsi="Soberana"/>
        </w:rPr>
        <w:t>me final se entrega con hoja membretada</w:t>
      </w:r>
      <w:r w:rsidR="002A34A7" w:rsidRPr="002A34A7">
        <w:rPr>
          <w:rFonts w:ascii="Soberana" w:hAnsi="Soberana"/>
        </w:rPr>
        <w:t xml:space="preserve"> </w:t>
      </w:r>
      <w:r w:rsidR="002A34A7">
        <w:rPr>
          <w:rFonts w:ascii="Soberana" w:hAnsi="Soberana"/>
        </w:rPr>
        <w:t xml:space="preserve">firmada y sellada  por la  institución donde realizan su servicio social, debe de contener </w:t>
      </w:r>
      <w:r w:rsidR="002A34A7">
        <w:rPr>
          <w:rFonts w:ascii="Soberana" w:hAnsi="Soberana"/>
          <w:b/>
          <w:u w:val="single"/>
        </w:rPr>
        <w:t>Introducción, D</w:t>
      </w:r>
      <w:r w:rsidR="002A34A7" w:rsidRPr="002A34A7">
        <w:rPr>
          <w:rFonts w:ascii="Soberana" w:hAnsi="Soberana"/>
          <w:b/>
          <w:u w:val="single"/>
        </w:rPr>
        <w:t>esarrollo</w:t>
      </w:r>
      <w:r w:rsidR="002A34A7">
        <w:rPr>
          <w:rFonts w:ascii="Soberana" w:hAnsi="Soberana"/>
          <w:b/>
          <w:u w:val="single"/>
        </w:rPr>
        <w:t xml:space="preserve"> de Actividades</w:t>
      </w:r>
      <w:r w:rsidR="00667BDC">
        <w:rPr>
          <w:rFonts w:ascii="Soberana" w:hAnsi="Soberana"/>
          <w:b/>
          <w:u w:val="single"/>
        </w:rPr>
        <w:t>,</w:t>
      </w:r>
      <w:r w:rsidR="002A34A7">
        <w:rPr>
          <w:rFonts w:ascii="Soberana" w:hAnsi="Soberana"/>
          <w:b/>
          <w:u w:val="single"/>
        </w:rPr>
        <w:t xml:space="preserve"> Resultados y C</w:t>
      </w:r>
      <w:r w:rsidR="002A34A7" w:rsidRPr="002A34A7">
        <w:rPr>
          <w:rFonts w:ascii="Soberana" w:hAnsi="Soberana"/>
          <w:b/>
          <w:u w:val="single"/>
        </w:rPr>
        <w:t>onclusiones</w:t>
      </w:r>
      <w:r w:rsidR="002A34A7">
        <w:rPr>
          <w:rFonts w:ascii="Soberana" w:hAnsi="Soberana"/>
        </w:rPr>
        <w:t>, mínimo 4 hojas</w:t>
      </w:r>
      <w:r w:rsidR="00667BDC">
        <w:rPr>
          <w:rFonts w:ascii="Soberana" w:hAnsi="Soberana"/>
        </w:rPr>
        <w:t xml:space="preserve">, sería una hoja con una redacción amplia en cada punto </w:t>
      </w:r>
      <w:r w:rsidR="001107DD">
        <w:rPr>
          <w:rFonts w:ascii="Soberana" w:hAnsi="Soberana"/>
        </w:rPr>
        <w:t>(no</w:t>
      </w:r>
      <w:r w:rsidR="00667BDC">
        <w:rPr>
          <w:rFonts w:ascii="Soberana" w:hAnsi="Soberana"/>
        </w:rPr>
        <w:t xml:space="preserve"> se acepta si tiene un numero de fuente exageradamente grande y tampoco se permite un renglón en toda una hoja por cada punto que se pide)</w:t>
      </w:r>
    </w:p>
    <w:p w14:paraId="7A63A2CE" w14:textId="77777777" w:rsidR="00667BDC" w:rsidRPr="001107DD" w:rsidRDefault="00667BDC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  <w:b/>
        </w:rPr>
      </w:pPr>
      <w:r w:rsidRPr="001107DD">
        <w:rPr>
          <w:rFonts w:ascii="Soberana" w:hAnsi="Soberana"/>
          <w:b/>
        </w:rPr>
        <w:t>Que debe de contener una introducción:</w:t>
      </w:r>
    </w:p>
    <w:p w14:paraId="5B69A2EF" w14:textId="77777777" w:rsidR="00FA3332" w:rsidRDefault="00667BDC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</w:rPr>
      </w:pPr>
      <w:r>
        <w:rPr>
          <w:rFonts w:ascii="Soberana" w:hAnsi="Soberana"/>
        </w:rPr>
        <w:t xml:space="preserve">Es todo lo relacionado con el servicio social, que es </w:t>
      </w:r>
      <w:r w:rsidR="00FA3332">
        <w:rPr>
          <w:rFonts w:ascii="Soberana" w:hAnsi="Soberana"/>
        </w:rPr>
        <w:t xml:space="preserve">el </w:t>
      </w:r>
      <w:r>
        <w:rPr>
          <w:rFonts w:ascii="Soberana" w:hAnsi="Soberana"/>
        </w:rPr>
        <w:t>servicio social para ustedes</w:t>
      </w:r>
      <w:r w:rsidR="00FA3332">
        <w:rPr>
          <w:rFonts w:ascii="Soberana" w:hAnsi="Soberana"/>
        </w:rPr>
        <w:t xml:space="preserve">  y </w:t>
      </w:r>
      <w:proofErr w:type="spellStart"/>
      <w:r w:rsidR="00FA3332">
        <w:rPr>
          <w:rFonts w:ascii="Soberana" w:hAnsi="Soberana"/>
        </w:rPr>
        <w:t>que</w:t>
      </w:r>
      <w:proofErr w:type="spellEnd"/>
      <w:r w:rsidR="00FA3332">
        <w:rPr>
          <w:rFonts w:ascii="Soberana" w:hAnsi="Soberana"/>
        </w:rPr>
        <w:t xml:space="preserve"> importancia tiene,</w:t>
      </w:r>
      <w:r>
        <w:rPr>
          <w:rFonts w:ascii="Soberana" w:hAnsi="Soberana"/>
        </w:rPr>
        <w:t xml:space="preserve"> porque lo realizan, en que cons</w:t>
      </w:r>
      <w:r w:rsidR="00FA3332">
        <w:rPr>
          <w:rFonts w:ascii="Soberana" w:hAnsi="Soberana"/>
        </w:rPr>
        <w:t>iste, como lo llevaron a cabo etc. Pueden anexar información de la  institución donde lo realizaron.</w:t>
      </w:r>
    </w:p>
    <w:p w14:paraId="7E9C8C74" w14:textId="77777777" w:rsidR="00FA3332" w:rsidRPr="001107DD" w:rsidRDefault="00FA3332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  <w:b/>
        </w:rPr>
      </w:pPr>
      <w:r w:rsidRPr="001107DD">
        <w:rPr>
          <w:rFonts w:ascii="Soberana" w:hAnsi="Soberana"/>
          <w:b/>
        </w:rPr>
        <w:t>Que debe de contener el desarrollo de actividades:</w:t>
      </w:r>
    </w:p>
    <w:p w14:paraId="56C531FB" w14:textId="77777777" w:rsidR="00FA3332" w:rsidRDefault="00FA3332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</w:rPr>
      </w:pPr>
      <w:r>
        <w:rPr>
          <w:rFonts w:ascii="Soberana" w:hAnsi="Soberana"/>
        </w:rPr>
        <w:t>Todas las actividades realizadas durante los 6 meses de servicio (detalladamente)</w:t>
      </w:r>
    </w:p>
    <w:p w14:paraId="661B3D21" w14:textId="77777777" w:rsidR="00FA3332" w:rsidRPr="001107DD" w:rsidRDefault="00FA3332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  <w:b/>
        </w:rPr>
      </w:pPr>
      <w:r w:rsidRPr="001107DD">
        <w:rPr>
          <w:rFonts w:ascii="Soberana" w:hAnsi="Soberana"/>
          <w:b/>
        </w:rPr>
        <w:t>Que debe de contener  los resultados:</w:t>
      </w:r>
    </w:p>
    <w:p w14:paraId="3E04F7C0" w14:textId="77777777" w:rsidR="00FA3332" w:rsidRDefault="00FA3332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</w:rPr>
      </w:pPr>
      <w:r>
        <w:rPr>
          <w:rFonts w:ascii="Soberana" w:hAnsi="Soberana"/>
        </w:rPr>
        <w:t xml:space="preserve">Son los beneficios que tuvo la institución donde realizaste tu servicio social y los beneficios </w:t>
      </w:r>
      <w:r w:rsidR="001107DD">
        <w:rPr>
          <w:rFonts w:ascii="Soberana" w:hAnsi="Soberana"/>
        </w:rPr>
        <w:t xml:space="preserve">propios </w:t>
      </w:r>
    </w:p>
    <w:p w14:paraId="5FA155A4" w14:textId="77777777" w:rsidR="001107DD" w:rsidRPr="001107DD" w:rsidRDefault="001107DD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</w:rPr>
      </w:pPr>
      <w:r w:rsidRPr="001107DD">
        <w:rPr>
          <w:rFonts w:ascii="Soberana" w:hAnsi="Soberana"/>
          <w:b/>
        </w:rPr>
        <w:t>Que debe de contener las conclusiones</w:t>
      </w:r>
      <w:r>
        <w:rPr>
          <w:rFonts w:ascii="Soberana" w:hAnsi="Soberana"/>
        </w:rPr>
        <w:t>:</w:t>
      </w:r>
      <w:r w:rsidRPr="001107DD">
        <w:rPr>
          <w:rFonts w:ascii="Soberana" w:hAnsi="Soberana"/>
        </w:rPr>
        <w:t xml:space="preserve"> </w:t>
      </w:r>
    </w:p>
    <w:p w14:paraId="4B5F6D10" w14:textId="77777777" w:rsidR="001107DD" w:rsidRDefault="001107DD" w:rsidP="002A34A7">
      <w:pPr>
        <w:tabs>
          <w:tab w:val="left" w:pos="740"/>
        </w:tabs>
        <w:autoSpaceDE w:val="0"/>
        <w:autoSpaceDN w:val="0"/>
        <w:adjustRightInd w:val="0"/>
        <w:jc w:val="both"/>
        <w:rPr>
          <w:rFonts w:ascii="Soberana" w:hAnsi="Soberana"/>
        </w:rPr>
      </w:pPr>
      <w:r>
        <w:rPr>
          <w:rFonts w:ascii="Soberana" w:hAnsi="Soberana"/>
        </w:rPr>
        <w:t>Son las experiencias, lo que te dejo a ti como persona realizar tu servicio social, agradecimientos etc.</w:t>
      </w:r>
    </w:p>
    <w:sectPr w:rsidR="001107DD" w:rsidSect="000D470A">
      <w:headerReference w:type="default" r:id="rId7"/>
      <w:pgSz w:w="12240" w:h="15840"/>
      <w:pgMar w:top="567" w:right="1260" w:bottom="1418" w:left="144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5005F" w14:textId="77777777" w:rsidR="00A441E5" w:rsidRDefault="00A441E5" w:rsidP="00E17172">
      <w:pPr>
        <w:spacing w:after="0" w:line="240" w:lineRule="auto"/>
      </w:pPr>
      <w:r>
        <w:separator/>
      </w:r>
    </w:p>
  </w:endnote>
  <w:endnote w:type="continuationSeparator" w:id="0">
    <w:p w14:paraId="47D3E6DD" w14:textId="77777777" w:rsidR="00A441E5" w:rsidRDefault="00A441E5" w:rsidP="00E1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 Condensed">
    <w:altName w:val="Calibri"/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E01BF" w14:textId="77777777" w:rsidR="00A441E5" w:rsidRDefault="00A441E5" w:rsidP="00E17172">
      <w:pPr>
        <w:spacing w:after="0" w:line="240" w:lineRule="auto"/>
      </w:pPr>
      <w:r>
        <w:separator/>
      </w:r>
    </w:p>
  </w:footnote>
  <w:footnote w:type="continuationSeparator" w:id="0">
    <w:p w14:paraId="2FC2918E" w14:textId="77777777" w:rsidR="00A441E5" w:rsidRDefault="00A441E5" w:rsidP="00E17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B675C" w14:textId="5D1B6040" w:rsidR="004B319A" w:rsidRPr="0038424C" w:rsidRDefault="004B319A" w:rsidP="00A135B5">
    <w:pPr>
      <w:pStyle w:val="Encabezado"/>
      <w:spacing w:before="60"/>
      <w:jc w:val="right"/>
      <w:rPr>
        <w:rFonts w:ascii="Soberana Sans Light" w:hAnsi="Soberana Sans Light"/>
        <w:color w:val="63666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F74F9"/>
    <w:multiLevelType w:val="hybridMultilevel"/>
    <w:tmpl w:val="A74208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69F"/>
    <w:rsid w:val="00016446"/>
    <w:rsid w:val="000455AC"/>
    <w:rsid w:val="00052D58"/>
    <w:rsid w:val="00073A07"/>
    <w:rsid w:val="00091072"/>
    <w:rsid w:val="000A2286"/>
    <w:rsid w:val="000D470A"/>
    <w:rsid w:val="000D6730"/>
    <w:rsid w:val="000F7D68"/>
    <w:rsid w:val="001051F9"/>
    <w:rsid w:val="001107DD"/>
    <w:rsid w:val="001276A8"/>
    <w:rsid w:val="00144DA1"/>
    <w:rsid w:val="00150B29"/>
    <w:rsid w:val="00176F81"/>
    <w:rsid w:val="001C2FD7"/>
    <w:rsid w:val="00204796"/>
    <w:rsid w:val="0020668B"/>
    <w:rsid w:val="00216C39"/>
    <w:rsid w:val="00226212"/>
    <w:rsid w:val="0024089F"/>
    <w:rsid w:val="00272CDE"/>
    <w:rsid w:val="002A164D"/>
    <w:rsid w:val="002A34A7"/>
    <w:rsid w:val="002C7897"/>
    <w:rsid w:val="00320F97"/>
    <w:rsid w:val="003454C2"/>
    <w:rsid w:val="00351A4B"/>
    <w:rsid w:val="003532B3"/>
    <w:rsid w:val="00365318"/>
    <w:rsid w:val="003715BC"/>
    <w:rsid w:val="0038424C"/>
    <w:rsid w:val="003A1411"/>
    <w:rsid w:val="003A6CB2"/>
    <w:rsid w:val="003B200B"/>
    <w:rsid w:val="00403C09"/>
    <w:rsid w:val="00410B38"/>
    <w:rsid w:val="00412D70"/>
    <w:rsid w:val="00422E68"/>
    <w:rsid w:val="004A6A87"/>
    <w:rsid w:val="004B319A"/>
    <w:rsid w:val="004C783A"/>
    <w:rsid w:val="0051769F"/>
    <w:rsid w:val="0056549A"/>
    <w:rsid w:val="005827C2"/>
    <w:rsid w:val="005965AA"/>
    <w:rsid w:val="005B48F2"/>
    <w:rsid w:val="005D5F69"/>
    <w:rsid w:val="005E2298"/>
    <w:rsid w:val="005E7F53"/>
    <w:rsid w:val="005F4644"/>
    <w:rsid w:val="006178AA"/>
    <w:rsid w:val="00633F60"/>
    <w:rsid w:val="006510F4"/>
    <w:rsid w:val="00653F61"/>
    <w:rsid w:val="00660939"/>
    <w:rsid w:val="00667BDC"/>
    <w:rsid w:val="0069124E"/>
    <w:rsid w:val="006C177E"/>
    <w:rsid w:val="00706662"/>
    <w:rsid w:val="00717A1D"/>
    <w:rsid w:val="00733B7A"/>
    <w:rsid w:val="007367F9"/>
    <w:rsid w:val="00765F05"/>
    <w:rsid w:val="00774728"/>
    <w:rsid w:val="0078319E"/>
    <w:rsid w:val="007A16E8"/>
    <w:rsid w:val="007A3E52"/>
    <w:rsid w:val="007A48C3"/>
    <w:rsid w:val="0081165B"/>
    <w:rsid w:val="008845CD"/>
    <w:rsid w:val="008D10FF"/>
    <w:rsid w:val="008E50E2"/>
    <w:rsid w:val="00905844"/>
    <w:rsid w:val="0092392E"/>
    <w:rsid w:val="009253EF"/>
    <w:rsid w:val="00933691"/>
    <w:rsid w:val="00981797"/>
    <w:rsid w:val="00983BF2"/>
    <w:rsid w:val="0099792A"/>
    <w:rsid w:val="009B52D9"/>
    <w:rsid w:val="009D1932"/>
    <w:rsid w:val="009D7445"/>
    <w:rsid w:val="00A051E8"/>
    <w:rsid w:val="00A135B5"/>
    <w:rsid w:val="00A160C6"/>
    <w:rsid w:val="00A260A3"/>
    <w:rsid w:val="00A441E5"/>
    <w:rsid w:val="00A67595"/>
    <w:rsid w:val="00A74B05"/>
    <w:rsid w:val="00A839FA"/>
    <w:rsid w:val="00A86150"/>
    <w:rsid w:val="00A86FCA"/>
    <w:rsid w:val="00AA483A"/>
    <w:rsid w:val="00AC28F4"/>
    <w:rsid w:val="00AE62B6"/>
    <w:rsid w:val="00AF427F"/>
    <w:rsid w:val="00B43B22"/>
    <w:rsid w:val="00B61672"/>
    <w:rsid w:val="00B7169B"/>
    <w:rsid w:val="00B8467B"/>
    <w:rsid w:val="00BE1EFE"/>
    <w:rsid w:val="00BE374E"/>
    <w:rsid w:val="00C240DC"/>
    <w:rsid w:val="00C61D0E"/>
    <w:rsid w:val="00C6307F"/>
    <w:rsid w:val="00C96214"/>
    <w:rsid w:val="00D00C67"/>
    <w:rsid w:val="00D116CD"/>
    <w:rsid w:val="00D360BE"/>
    <w:rsid w:val="00D409D2"/>
    <w:rsid w:val="00D70542"/>
    <w:rsid w:val="00DA675F"/>
    <w:rsid w:val="00DB09E0"/>
    <w:rsid w:val="00DB266D"/>
    <w:rsid w:val="00DB397C"/>
    <w:rsid w:val="00DE51CA"/>
    <w:rsid w:val="00DF1462"/>
    <w:rsid w:val="00DF2ECB"/>
    <w:rsid w:val="00E17172"/>
    <w:rsid w:val="00E25EF9"/>
    <w:rsid w:val="00E42E2C"/>
    <w:rsid w:val="00E5153D"/>
    <w:rsid w:val="00E566E2"/>
    <w:rsid w:val="00E823A8"/>
    <w:rsid w:val="00ED294B"/>
    <w:rsid w:val="00EE32C0"/>
    <w:rsid w:val="00F04854"/>
    <w:rsid w:val="00F11E0F"/>
    <w:rsid w:val="00F14048"/>
    <w:rsid w:val="00F6407F"/>
    <w:rsid w:val="00F65CC7"/>
    <w:rsid w:val="00F7198D"/>
    <w:rsid w:val="00F75255"/>
    <w:rsid w:val="00F82586"/>
    <w:rsid w:val="00F97507"/>
    <w:rsid w:val="00FA3332"/>
    <w:rsid w:val="00FC3DA9"/>
    <w:rsid w:val="00F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45913C"/>
  <w15:docId w15:val="{54E00ED2-5F67-4694-84AD-04D8733A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50"/>
    <w:rPr>
      <w:rFonts w:ascii="Soberana Sans Condensed" w:hAnsi="Soberana Sans Condensed"/>
    </w:rPr>
  </w:style>
  <w:style w:type="paragraph" w:styleId="Ttulo1">
    <w:name w:val="heading 1"/>
    <w:basedOn w:val="Normal"/>
    <w:next w:val="Normal"/>
    <w:link w:val="Ttulo1Car"/>
    <w:qFormat/>
    <w:rsid w:val="009058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058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71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7172"/>
  </w:style>
  <w:style w:type="paragraph" w:styleId="Piedepgina">
    <w:name w:val="footer"/>
    <w:basedOn w:val="Normal"/>
    <w:link w:val="PiedepginaCar"/>
    <w:uiPriority w:val="99"/>
    <w:unhideWhenUsed/>
    <w:rsid w:val="00E171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7172"/>
  </w:style>
  <w:style w:type="character" w:styleId="Textodelmarcadordeposicin">
    <w:name w:val="Placeholder Text"/>
    <w:basedOn w:val="Fuentedeprrafopredeter"/>
    <w:uiPriority w:val="99"/>
    <w:semiHidden/>
    <w:rsid w:val="00D116CD"/>
    <w:rPr>
      <w:color w:val="808080"/>
    </w:rPr>
  </w:style>
  <w:style w:type="table" w:styleId="Tablaconcuadrcula">
    <w:name w:val="Table Grid"/>
    <w:basedOn w:val="Tablanormal"/>
    <w:uiPriority w:val="39"/>
    <w:rsid w:val="00A86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5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5255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E42E2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42E2C"/>
    <w:rPr>
      <w:rFonts w:ascii="Arial" w:eastAsia="Times New Roman" w:hAnsi="Arial" w:cs="Times New Roman"/>
      <w:sz w:val="20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rsid w:val="00905844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9058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Oficio%20CBTIS%207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Oficio CBTIS 72.dotx</Template>
  <TotalTime>21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yayoscar.net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ESCOLARES</dc:creator>
  <cp:lastModifiedBy>SERV-SOCIAL-TITUL</cp:lastModifiedBy>
  <cp:revision>4</cp:revision>
  <cp:lastPrinted>2014-10-09T16:16:00Z</cp:lastPrinted>
  <dcterms:created xsi:type="dcterms:W3CDTF">2025-02-24T19:24:00Z</dcterms:created>
  <dcterms:modified xsi:type="dcterms:W3CDTF">2025-09-01T17:03:00Z</dcterms:modified>
</cp:coreProperties>
</file>